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FB" w:rsidRDefault="007663FB" w:rsidP="00DE4A36">
      <w:pPr>
        <w:pStyle w:val="Heading3"/>
        <w:jc w:val="left"/>
        <w:rPr>
          <w:rFonts w:ascii="Arial" w:hAnsi="Arial" w:cs="Arial"/>
          <w:sz w:val="20"/>
          <w:highlight w:val="red"/>
          <w:lang w:val="el-GR"/>
        </w:rPr>
      </w:pPr>
    </w:p>
    <w:p w:rsidR="007663FB" w:rsidRDefault="007663FB" w:rsidP="00DE4A36">
      <w:pPr>
        <w:pStyle w:val="Heading3"/>
        <w:tabs>
          <w:tab w:val="left" w:pos="525"/>
          <w:tab w:val="right" w:pos="10204"/>
        </w:tabs>
        <w:jc w:val="left"/>
        <w:rPr>
          <w:rFonts w:ascii="Arial" w:hAnsi="Arial" w:cs="Arial"/>
          <w:sz w:val="20"/>
          <w:lang w:val="el-GR"/>
        </w:rPr>
      </w:pPr>
      <w:r w:rsidRPr="0022493B">
        <w:rPr>
          <w:rFonts w:ascii="Arial" w:hAnsi="Arial" w:cs="Arial"/>
          <w:sz w:val="20"/>
          <w:lang w:val="el-GR"/>
        </w:rPr>
        <w:tab/>
      </w:r>
      <w:r w:rsidRPr="0022493B">
        <w:rPr>
          <w:rFonts w:ascii="Arial" w:hAnsi="Arial" w:cs="Arial"/>
          <w:sz w:val="20"/>
          <w:lang w:val="el-GR"/>
        </w:rPr>
        <w:tab/>
      </w:r>
      <w:r>
        <w:rPr>
          <w:noProof/>
          <w:lang w:val="el-GR" w:eastAsia="el-GR"/>
        </w:rPr>
        <w:pict>
          <v:rect id="_x0000_s1026" style="position:absolute;margin-left:-5.7pt;margin-top:-1.55pt;width:520.7pt;height:758.1pt;z-index:-251658240;mso-wrap-edited:f;mso-position-horizontal-relative:text;mso-position-vertical-relative:text" filled="f" strokecolor="blue"/>
        </w:pict>
      </w:r>
      <w:r w:rsidRPr="0022493B">
        <w:rPr>
          <w:rFonts w:ascii="Arial" w:hAnsi="Arial" w:cs="Arial"/>
          <w:sz w:val="20"/>
          <w:lang w:val="el-GR"/>
        </w:rPr>
        <w:t xml:space="preserve">Έντυπο </w:t>
      </w:r>
      <w:r w:rsidRPr="0022493B">
        <w:rPr>
          <w:rFonts w:cs="Arial"/>
          <w:b/>
          <w:bCs/>
          <w:i w:val="0"/>
          <w:iCs w:val="0"/>
          <w:sz w:val="20"/>
          <w:szCs w:val="20"/>
        </w:rPr>
        <w:t>TRAIN</w:t>
      </w:r>
      <w:r w:rsidRPr="0022493B">
        <w:rPr>
          <w:rFonts w:cs="Arial"/>
          <w:b/>
          <w:bCs/>
          <w:i w:val="0"/>
          <w:iCs w:val="0"/>
          <w:sz w:val="20"/>
          <w:szCs w:val="20"/>
          <w:lang w:val="el-GR"/>
        </w:rPr>
        <w:t>-00</w:t>
      </w:r>
      <w:r w:rsidRPr="0022493B">
        <w:rPr>
          <w:rFonts w:cs="Arial"/>
          <w:b/>
          <w:bCs/>
          <w:i w:val="0"/>
          <w:iCs w:val="0"/>
          <w:sz w:val="20"/>
          <w:szCs w:val="20"/>
        </w:rPr>
        <w:t>2</w:t>
      </w:r>
      <w:r>
        <w:rPr>
          <w:rFonts w:cs="Arial"/>
          <w:b/>
          <w:bCs/>
          <w:i w:val="0"/>
          <w:iCs w:val="0"/>
          <w:sz w:val="20"/>
          <w:szCs w:val="20"/>
          <w:lang w:val="el-GR"/>
        </w:rPr>
        <w:t xml:space="preserve"> </w:t>
      </w:r>
    </w:p>
    <w:p w:rsidR="007663FB" w:rsidRPr="003A3E87" w:rsidRDefault="007663FB" w:rsidP="003A3E87">
      <w:pPr>
        <w:pStyle w:val="BodyText"/>
        <w:jc w:val="left"/>
      </w:pPr>
      <w:r>
        <w:rPr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ATHEX clear - FINAL" style="width:118.5pt;height:57pt;visibility:visible">
            <v:imagedata r:id="rId7" o:title=""/>
          </v:shape>
        </w:pict>
      </w:r>
    </w:p>
    <w:p w:rsidR="007663FB" w:rsidRDefault="007663FB">
      <w:pPr>
        <w:pStyle w:val="BodyText"/>
      </w:pPr>
      <w:r>
        <w:t>Αίτηση Απόκτησης Πιστοποιητικών</w:t>
      </w:r>
    </w:p>
    <w:p w:rsidR="007663FB" w:rsidRPr="00FE0304" w:rsidRDefault="007663FB">
      <w:pPr>
        <w:pStyle w:val="BodyText"/>
      </w:pPr>
      <w:r w:rsidRPr="00FE0304">
        <w:t xml:space="preserve">ΠΕΑ για το Σύστημα Αξιών </w:t>
      </w:r>
    </w:p>
    <w:p w:rsidR="007663FB" w:rsidRPr="008D5FE2" w:rsidRDefault="007663FB" w:rsidP="008D5FE2">
      <w:pPr>
        <w:pStyle w:val="BodyText"/>
      </w:pPr>
      <w:r w:rsidRPr="00FE0304">
        <w:t xml:space="preserve">ΠΕΠ για το Σύστημα Παραγώγων </w:t>
      </w:r>
    </w:p>
    <w:p w:rsidR="007663FB" w:rsidRPr="008D5FE2" w:rsidRDefault="007663FB">
      <w:pPr>
        <w:tabs>
          <w:tab w:val="left" w:pos="627"/>
          <w:tab w:val="right" w:pos="10203"/>
        </w:tabs>
        <w:rPr>
          <w:sz w:val="20"/>
          <w:szCs w:val="20"/>
          <w:lang w:val="el-GR"/>
        </w:rPr>
      </w:pPr>
      <w:r w:rsidRPr="00481732">
        <w:rPr>
          <w:rFonts w:ascii="Arial" w:hAnsi="Arial" w:cs="Arial"/>
          <w:sz w:val="20"/>
          <w:szCs w:val="20"/>
          <w:lang w:val="el-GR"/>
        </w:rPr>
        <w:t xml:space="preserve">Προς: Εταιρεία Εκκαθάρισης Συναλλαγών Χρηματιστηρίου Αθηνών Α. Ε. – </w:t>
      </w:r>
      <w:r w:rsidRPr="00481732">
        <w:rPr>
          <w:rFonts w:ascii="Arial" w:hAnsi="Arial" w:cs="Arial"/>
          <w:bCs/>
          <w:sz w:val="20"/>
          <w:szCs w:val="20"/>
          <w:lang w:val="el-GR"/>
        </w:rPr>
        <w:t xml:space="preserve">Λ. Αθηνών 110, 104 42, Αθήνα - </w:t>
      </w:r>
      <w:r w:rsidRPr="00481732">
        <w:rPr>
          <w:rFonts w:ascii="Arial" w:hAnsi="Arial" w:cs="Arial"/>
          <w:sz w:val="20"/>
          <w:szCs w:val="20"/>
          <w:lang w:val="el-GR"/>
        </w:rPr>
        <w:t xml:space="preserve">Υπηρεσία Εκπαίδευσης Ε.Χ.Α.Ε. τηλ. 210-3366217, </w:t>
      </w:r>
      <w:r w:rsidRPr="00481732">
        <w:rPr>
          <w:rFonts w:ascii="Arial" w:hAnsi="Arial" w:cs="Arial"/>
          <w:sz w:val="20"/>
          <w:szCs w:val="20"/>
        </w:rPr>
        <w:t>fax</w:t>
      </w:r>
      <w:r w:rsidRPr="00481732">
        <w:rPr>
          <w:rFonts w:ascii="Arial" w:hAnsi="Arial" w:cs="Arial"/>
          <w:sz w:val="20"/>
          <w:szCs w:val="20"/>
          <w:lang w:val="el-GR"/>
        </w:rPr>
        <w:t xml:space="preserve"> 210-3366643</w:t>
      </w:r>
      <w:r w:rsidRPr="00481732">
        <w:rPr>
          <w:sz w:val="20"/>
          <w:szCs w:val="20"/>
          <w:lang w:val="el-GR"/>
        </w:rPr>
        <w:t xml:space="preserve"> </w:t>
      </w:r>
    </w:p>
    <w:p w:rsidR="007663FB" w:rsidRPr="00481732" w:rsidRDefault="007663FB">
      <w:pPr>
        <w:tabs>
          <w:tab w:val="left" w:pos="627"/>
          <w:tab w:val="right" w:pos="10203"/>
        </w:tabs>
        <w:rPr>
          <w:rFonts w:ascii="Arial" w:hAnsi="Arial" w:cs="Arial"/>
          <w:i/>
          <w:iCs/>
          <w:sz w:val="20"/>
          <w:szCs w:val="20"/>
          <w:lang w:val="el-GR"/>
        </w:rPr>
      </w:pPr>
      <w:r w:rsidRPr="00481732">
        <w:rPr>
          <w:rFonts w:ascii="Arial" w:hAnsi="Arial" w:cs="Arial"/>
          <w:sz w:val="20"/>
          <w:szCs w:val="20"/>
        </w:rPr>
        <w:t>email</w:t>
      </w:r>
      <w:r w:rsidRPr="00481732">
        <w:rPr>
          <w:rFonts w:ascii="Arial" w:hAnsi="Arial" w:cs="Arial"/>
          <w:sz w:val="20"/>
          <w:szCs w:val="20"/>
          <w:lang w:val="el-GR"/>
        </w:rPr>
        <w:t xml:space="preserve">: </w:t>
      </w:r>
      <w:hyperlink r:id="rId8" w:history="1">
        <w:r w:rsidRPr="00481732">
          <w:rPr>
            <w:rFonts w:ascii="Arial" w:hAnsi="Arial" w:cs="Arial"/>
            <w:color w:val="0000FF"/>
            <w:sz w:val="20"/>
            <w:szCs w:val="20"/>
            <w:u w:val="single"/>
          </w:rPr>
          <w:t>ATHEX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  <w:lang w:val="el-GR"/>
          </w:rPr>
          <w:t>_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</w:rPr>
          <w:t>Certifications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  <w:lang w:val="el-GR"/>
          </w:rPr>
          <w:t>@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</w:rPr>
          <w:t>helex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  <w:lang w:val="el-GR"/>
          </w:rPr>
          <w:t>.</w:t>
        </w:r>
        <w:r w:rsidRPr="00481732">
          <w:rPr>
            <w:rFonts w:ascii="Arial" w:hAnsi="Arial" w:cs="Arial"/>
            <w:color w:val="0000FF"/>
            <w:sz w:val="20"/>
            <w:szCs w:val="20"/>
            <w:u w:val="single"/>
          </w:rPr>
          <w:t>gr</w:t>
        </w:r>
        <w:r w:rsidRPr="00481732">
          <w:rPr>
            <w:color w:val="0000FF"/>
            <w:sz w:val="20"/>
            <w:szCs w:val="20"/>
            <w:u w:val="single"/>
            <w:lang w:val="el-GR"/>
          </w:rPr>
          <w:t xml:space="preserve"> </w:t>
        </w:r>
      </w:hyperlink>
    </w:p>
    <w:p w:rsidR="007663FB" w:rsidRPr="003A3E87" w:rsidRDefault="007663FB" w:rsidP="00A74A2B">
      <w:pPr>
        <w:tabs>
          <w:tab w:val="left" w:pos="7524"/>
          <w:tab w:val="right" w:pos="10203"/>
        </w:tabs>
        <w:spacing w:before="180" w:after="180"/>
        <w:rPr>
          <w:rFonts w:ascii="Arial" w:hAnsi="Arial" w:cs="Arial"/>
          <w:b/>
          <w:bCs/>
          <w:lang w:val="el-GR"/>
        </w:rPr>
      </w:pPr>
      <w:r w:rsidRPr="00FE0304">
        <w:rPr>
          <w:rFonts w:ascii="Arial" w:hAnsi="Arial" w:cs="Arial"/>
          <w:b/>
          <w:bCs/>
          <w:lang w:val="el-GR"/>
        </w:rPr>
        <w:tab/>
      </w:r>
      <w:r w:rsidRPr="00A74A2B">
        <w:rPr>
          <w:rFonts w:ascii="Arial" w:hAnsi="Arial" w:cs="Arial"/>
          <w:b/>
          <w:bCs/>
          <w:sz w:val="20"/>
          <w:szCs w:val="20"/>
          <w:lang w:val="el-GR"/>
        </w:rPr>
        <w:t>Ημερομηνία:</w:t>
      </w:r>
      <w:r w:rsidRPr="00A74A2B">
        <w:rPr>
          <w:rFonts w:ascii="Arial" w:hAnsi="Arial" w:cs="Arial"/>
          <w:b/>
          <w:bCs/>
          <w:lang w:val="el-GR"/>
        </w:rPr>
        <w:t xml:space="preserve"> </w:t>
      </w:r>
      <w:bookmarkStart w:id="0" w:name="Text3"/>
      <w:r w:rsidRPr="00A74A2B">
        <w:rPr>
          <w:rFonts w:ascii="Arial" w:hAnsi="Arial" w:cs="Arial"/>
          <w:b/>
          <w:bCs/>
          <w:lang w:val="el-GR"/>
        </w:rPr>
        <w:fldChar w:fldCharType="begin">
          <w:ffData>
            <w:name w:val="Text3"/>
            <w:enabled/>
            <w:calcOnExit w:val="0"/>
            <w:helpText w:type="text" w:val="Εισαγωγή ημερομηνίας με τη μορφή ΗΗ/ΜΜ/ΕΕΕΕ"/>
            <w:statusText w:type="text" w:val="Εισαγωγή ημερομηνίας με τη μορφή ΗΗ/ΜΜ/ΕΕΕΕ"/>
            <w:textInput>
              <w:type w:val="date"/>
              <w:maxLength w:val="10"/>
              <w:format w:val="dd/MM/yyyy"/>
            </w:textInput>
          </w:ffData>
        </w:fldChar>
      </w:r>
      <w:r w:rsidRPr="00A74A2B">
        <w:rPr>
          <w:rFonts w:ascii="Arial" w:hAnsi="Arial" w:cs="Arial"/>
          <w:b/>
          <w:bCs/>
          <w:lang w:val="el-GR"/>
        </w:rPr>
        <w:instrText xml:space="preserve"> </w:instrText>
      </w:r>
      <w:r w:rsidRPr="00A74A2B">
        <w:rPr>
          <w:rFonts w:ascii="Arial" w:hAnsi="Arial" w:cs="Arial"/>
          <w:b/>
          <w:bCs/>
        </w:rPr>
        <w:instrText>FORMTEXT</w:instrText>
      </w:r>
      <w:r w:rsidRPr="00A74A2B">
        <w:rPr>
          <w:rFonts w:ascii="Arial" w:hAnsi="Arial" w:cs="Arial"/>
          <w:b/>
          <w:bCs/>
          <w:lang w:val="el-GR"/>
        </w:rPr>
        <w:instrText xml:space="preserve"> </w:instrText>
      </w:r>
      <w:r w:rsidRPr="00A74A2B">
        <w:rPr>
          <w:rFonts w:ascii="Arial" w:hAnsi="Arial" w:cs="Arial"/>
          <w:b/>
          <w:bCs/>
          <w:lang w:val="el-GR"/>
        </w:rPr>
      </w:r>
      <w:r w:rsidRPr="00A74A2B">
        <w:rPr>
          <w:rFonts w:ascii="Arial" w:hAnsi="Arial" w:cs="Arial"/>
          <w:b/>
          <w:bCs/>
          <w:lang w:val="el-GR"/>
        </w:rPr>
        <w:fldChar w:fldCharType="separate"/>
      </w:r>
      <w:r w:rsidRPr="00A74A2B">
        <w:rPr>
          <w:rFonts w:ascii="Arial" w:hAnsi="Arial" w:cs="Arial"/>
          <w:b/>
          <w:bCs/>
          <w:noProof/>
        </w:rPr>
        <w:t> </w:t>
      </w:r>
      <w:r w:rsidRPr="00A74A2B">
        <w:rPr>
          <w:rFonts w:ascii="Arial" w:hAnsi="Arial" w:cs="Arial"/>
          <w:b/>
          <w:bCs/>
          <w:noProof/>
        </w:rPr>
        <w:t> </w:t>
      </w:r>
      <w:r w:rsidRPr="00A74A2B">
        <w:rPr>
          <w:rFonts w:ascii="Arial" w:hAnsi="Arial" w:cs="Arial"/>
          <w:b/>
          <w:bCs/>
          <w:noProof/>
        </w:rPr>
        <w:t> </w:t>
      </w:r>
      <w:r w:rsidRPr="00A74A2B">
        <w:rPr>
          <w:rFonts w:ascii="Arial" w:hAnsi="Arial" w:cs="Arial"/>
          <w:b/>
          <w:bCs/>
          <w:noProof/>
        </w:rPr>
        <w:t> </w:t>
      </w:r>
      <w:r w:rsidRPr="00A74A2B">
        <w:rPr>
          <w:rFonts w:ascii="Arial" w:hAnsi="Arial" w:cs="Arial"/>
          <w:b/>
          <w:bCs/>
          <w:noProof/>
        </w:rPr>
        <w:t> </w:t>
      </w:r>
      <w:r w:rsidRPr="00A74A2B">
        <w:rPr>
          <w:rFonts w:ascii="Arial" w:hAnsi="Arial" w:cs="Arial"/>
          <w:b/>
          <w:bCs/>
          <w:lang w:val="el-GR"/>
        </w:rPr>
        <w:fldChar w:fldCharType="end"/>
      </w:r>
      <w:bookmarkEnd w:id="0"/>
    </w:p>
    <w:p w:rsidR="007663FB" w:rsidRDefault="007663FB">
      <w:pPr>
        <w:tabs>
          <w:tab w:val="right" w:pos="10203"/>
        </w:tabs>
        <w:spacing w:before="240" w:after="60"/>
        <w:rPr>
          <w:rFonts w:ascii="Arial" w:hAnsi="Arial" w:cs="Arial"/>
          <w:b/>
          <w:bCs/>
          <w:i/>
          <w:iCs/>
          <w:sz w:val="20"/>
          <w:szCs w:val="20"/>
          <w:shd w:val="clear" w:color="auto" w:fill="9999FF"/>
          <w:lang w:val="el-GR"/>
        </w:rPr>
      </w:pP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99CCFF"/>
          <w:lang w:val="el-GR"/>
        </w:rPr>
        <w:t>Γενικές Πληροφορίες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99CCFF"/>
          <w:lang w:val="el-GR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5"/>
        <w:gridCol w:w="1539"/>
        <w:gridCol w:w="1824"/>
        <w:gridCol w:w="3705"/>
      </w:tblGrid>
      <w:tr w:rsidR="007663FB" w:rsidTr="00FC2AD6">
        <w:tc>
          <w:tcPr>
            <w:tcW w:w="3135" w:type="dxa"/>
          </w:tcPr>
          <w:p w:rsidR="007663FB" w:rsidRPr="001325D2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325D2">
              <w:rPr>
                <w:rFonts w:ascii="Arial" w:hAnsi="Arial" w:cs="Arial"/>
                <w:b/>
                <w:sz w:val="18"/>
                <w:szCs w:val="18"/>
                <w:lang w:val="el-GR"/>
              </w:rPr>
              <w:t>Ονοματεπώνυμο Υποψηφίου</w:t>
            </w:r>
          </w:p>
        </w:tc>
        <w:bookmarkStart w:id="1" w:name="Text29"/>
        <w:tc>
          <w:tcPr>
            <w:tcW w:w="7068" w:type="dxa"/>
            <w:gridSpan w:val="3"/>
          </w:tcPr>
          <w:p w:rsidR="007663FB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u w:val="dotted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Text29"/>
                  <w:enabled/>
                  <w:calcOnExit w:val="0"/>
                  <w:helpText w:type="text" w:val="Εισάγετε το όνομα μέλους στα Ελληνικά (έως 50 χαρακτήρες)"/>
                  <w:statusText w:type="text" w:val="Εισάγετε το όνομα μέλους στα Ελληνικά (έως 50 χαρακτήρες)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  <w:bookmarkEnd w:id="1"/>
          </w:p>
        </w:tc>
      </w:tr>
      <w:tr w:rsidR="007663FB" w:rsidTr="002B3EBB">
        <w:tc>
          <w:tcPr>
            <w:tcW w:w="3135" w:type="dxa"/>
          </w:tcPr>
          <w:p w:rsidR="007663FB" w:rsidRPr="001325D2" w:rsidRDefault="007663FB" w:rsidP="001325D2">
            <w:pPr>
              <w:tabs>
                <w:tab w:val="right" w:pos="9633"/>
              </w:tabs>
              <w:spacing w:before="40" w:after="40"/>
              <w:jc w:val="right"/>
              <w:rPr>
                <w:rFonts w:ascii="Arial" w:hAnsi="Arial" w:cs="Arial"/>
                <w:i/>
                <w:sz w:val="18"/>
                <w:szCs w:val="18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  <w:lang w:val="el-GR"/>
              </w:rPr>
              <w:t>Τηλέφωνο</w:t>
            </w:r>
          </w:p>
        </w:tc>
        <w:tc>
          <w:tcPr>
            <w:tcW w:w="1539" w:type="dxa"/>
          </w:tcPr>
          <w:p w:rsidR="007663FB" w:rsidRPr="003860F6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u w:val="dotted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type w:val="number"/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  <w:tc>
          <w:tcPr>
            <w:tcW w:w="1824" w:type="dxa"/>
          </w:tcPr>
          <w:p w:rsidR="007663FB" w:rsidRPr="003860F6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u w:val="dotted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</w:rPr>
              <w:t>FAX</w:t>
            </w:r>
            <w:r>
              <w:rPr>
                <w:rFonts w:ascii="Arial" w:hAnsi="Arial" w:cs="Arial"/>
                <w:i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type w:val="number"/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  <w:tc>
          <w:tcPr>
            <w:tcW w:w="3705" w:type="dxa"/>
          </w:tcPr>
          <w:p w:rsidR="007663FB" w:rsidRPr="003860F6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u w:val="dotted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i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</w:tr>
      <w:tr w:rsidR="007663FB" w:rsidTr="00FC2AD6">
        <w:tc>
          <w:tcPr>
            <w:tcW w:w="3135" w:type="dxa"/>
          </w:tcPr>
          <w:p w:rsidR="007663FB" w:rsidRPr="001325D2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Όνομα &amp; Κωδικός </w:t>
            </w:r>
            <w:r w:rsidRPr="001325D2">
              <w:rPr>
                <w:rFonts w:ascii="Arial" w:hAnsi="Arial" w:cs="Arial"/>
                <w:b/>
                <w:sz w:val="18"/>
                <w:szCs w:val="18"/>
                <w:lang w:val="el-GR"/>
              </w:rPr>
              <w:t>Μέλο</w:t>
            </w:r>
            <w:r>
              <w:rPr>
                <w:rFonts w:ascii="Arial" w:hAnsi="Arial" w:cs="Arial"/>
                <w:b/>
                <w:sz w:val="18"/>
                <w:szCs w:val="18"/>
                <w:lang w:val="el-GR"/>
              </w:rPr>
              <w:t>υς</w:t>
            </w:r>
          </w:p>
        </w:tc>
        <w:tc>
          <w:tcPr>
            <w:tcW w:w="7068" w:type="dxa"/>
            <w:gridSpan w:val="3"/>
          </w:tcPr>
          <w:p w:rsidR="007663FB" w:rsidRPr="00C60FA5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u w:val="dotted"/>
                <w:lang w:val="el-G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Text29"/>
                  <w:enabled/>
                  <w:calcOnExit w:val="0"/>
                  <w:helpText w:type="text" w:val="Εισάγετε το όνομα μέλους στα Ελληνικά (έως 50 χαρακτήρες)"/>
                  <w:statusText w:type="text" w:val="Εισάγετε το όνομα μέλους στα Ελληνικά (έως 50 χαρακτήρες)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</w:tr>
      <w:tr w:rsidR="007663FB" w:rsidTr="00FC2AD6">
        <w:tc>
          <w:tcPr>
            <w:tcW w:w="3135" w:type="dxa"/>
          </w:tcPr>
          <w:p w:rsidR="007663FB" w:rsidRPr="001325D2" w:rsidRDefault="007663FB" w:rsidP="001325D2">
            <w:pPr>
              <w:tabs>
                <w:tab w:val="right" w:pos="9633"/>
              </w:tabs>
              <w:spacing w:before="40" w:after="40"/>
              <w:jc w:val="right"/>
              <w:rPr>
                <w:rFonts w:ascii="Arial" w:hAnsi="Arial" w:cs="Arial"/>
                <w:i/>
                <w:sz w:val="18"/>
                <w:szCs w:val="18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  <w:lang w:val="el-GR"/>
              </w:rPr>
              <w:t>Όνομα επικοινωνίας</w:t>
            </w:r>
          </w:p>
        </w:tc>
        <w:tc>
          <w:tcPr>
            <w:tcW w:w="7068" w:type="dxa"/>
            <w:gridSpan w:val="3"/>
          </w:tcPr>
          <w:p w:rsidR="007663FB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Text29"/>
                  <w:enabled/>
                  <w:calcOnExit w:val="0"/>
                  <w:helpText w:type="text" w:val="Εισάγετε το όνομα μέλους στα Ελληνικά (έως 50 χαρακτήρες)"/>
                  <w:statusText w:type="text" w:val="Εισάγετε το όνομα μέλους στα Ελληνικά (έως 50 χαρακτήρες)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</w:tr>
      <w:tr w:rsidR="007663FB" w:rsidTr="002B3EBB">
        <w:tc>
          <w:tcPr>
            <w:tcW w:w="3135" w:type="dxa"/>
          </w:tcPr>
          <w:p w:rsidR="007663FB" w:rsidRPr="001325D2" w:rsidRDefault="007663FB" w:rsidP="001325D2">
            <w:pPr>
              <w:tabs>
                <w:tab w:val="right" w:pos="9633"/>
              </w:tabs>
              <w:spacing w:before="40" w:after="40"/>
              <w:jc w:val="right"/>
              <w:rPr>
                <w:rFonts w:ascii="Arial" w:hAnsi="Arial" w:cs="Arial"/>
                <w:i/>
                <w:sz w:val="18"/>
                <w:szCs w:val="18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  <w:lang w:val="el-GR"/>
              </w:rPr>
              <w:t>Τηλέφωνο</w:t>
            </w:r>
          </w:p>
        </w:tc>
        <w:tc>
          <w:tcPr>
            <w:tcW w:w="1539" w:type="dxa"/>
          </w:tcPr>
          <w:p w:rsidR="007663FB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type w:val="number"/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  <w:tc>
          <w:tcPr>
            <w:tcW w:w="1824" w:type="dxa"/>
          </w:tcPr>
          <w:p w:rsidR="007663FB" w:rsidRPr="008756CF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u w:val="dotted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</w:rPr>
              <w:t>FAX</w:t>
            </w:r>
            <w:r>
              <w:rPr>
                <w:rFonts w:ascii="Arial" w:hAnsi="Arial" w:cs="Arial"/>
                <w:i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type w:val="number"/>
                    <w:maxLength w:val="1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 w:rsidRPr="008756CF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8756CF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8756CF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8756CF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8756CF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  <w:tc>
          <w:tcPr>
            <w:tcW w:w="3705" w:type="dxa"/>
          </w:tcPr>
          <w:p w:rsidR="007663FB" w:rsidRPr="008756CF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u w:val="dotted"/>
                <w:lang w:val="el-GR"/>
              </w:rPr>
            </w:pPr>
            <w:r w:rsidRPr="001325D2">
              <w:rPr>
                <w:rFonts w:ascii="Arial" w:hAnsi="Arial" w:cs="Arial"/>
                <w:i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i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helpText w:type="text" w:val="Εισάγετε το όνομα μέλους στα Αγγλικά (έως 50 χαρακτήρες)"/>
                  <w:statusText w:type="text" w:val="Εισάγετε το όνομα μέλους στα Αγγλικά (έως 50 χαρακτήρες)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separate"/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 w:rsidRPr="003860F6"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dotted"/>
              </w:rPr>
              <w:fldChar w:fldCharType="end"/>
            </w:r>
          </w:p>
        </w:tc>
      </w:tr>
      <w:tr w:rsidR="007663FB" w:rsidRPr="00A72E74" w:rsidTr="00FC2AD6">
        <w:tc>
          <w:tcPr>
            <w:tcW w:w="3135" w:type="dxa"/>
          </w:tcPr>
          <w:p w:rsidR="007663FB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Τύπος Αιτούμενου Πιστοποιητικού</w:t>
            </w:r>
          </w:p>
        </w:tc>
        <w:bookmarkStart w:id="2" w:name="AXE_rep"/>
        <w:tc>
          <w:tcPr>
            <w:tcW w:w="7068" w:type="dxa"/>
            <w:gridSpan w:val="3"/>
          </w:tcPr>
          <w:p w:rsidR="007663FB" w:rsidRPr="009E61CC" w:rsidRDefault="007663FB">
            <w:pPr>
              <w:tabs>
                <w:tab w:val="left" w:pos="3654"/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begin">
                <w:ffData>
                  <w:name w:val="AXE_re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 Πιστοποιητικό Εκκαθαριστή Αξιών (ΠΕΑ)</w:t>
            </w:r>
          </w:p>
          <w:bookmarkStart w:id="3" w:name="Antikristis"/>
          <w:p w:rsidR="007663FB" w:rsidRDefault="007663FB">
            <w:pPr>
              <w:tabs>
                <w:tab w:val="left" w:pos="3654"/>
                <w:tab w:val="right" w:pos="9633"/>
              </w:tabs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begin">
                <w:ffData>
                  <w:name w:val="Antikristi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 Πιστοποιητικό Εκκαθαριστή Παραγώγων (ΠΕΠ)</w:t>
            </w:r>
          </w:p>
        </w:tc>
      </w:tr>
      <w:tr w:rsidR="007663FB" w:rsidRPr="00A72E74" w:rsidTr="00FC2AD6">
        <w:tc>
          <w:tcPr>
            <w:tcW w:w="3135" w:type="dxa"/>
          </w:tcPr>
          <w:p w:rsidR="007663FB" w:rsidRPr="00740BF9" w:rsidRDefault="007663FB">
            <w:pPr>
              <w:tabs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740BF9">
              <w:rPr>
                <w:rFonts w:ascii="Arial" w:hAnsi="Arial" w:cs="Arial"/>
                <w:sz w:val="18"/>
                <w:szCs w:val="18"/>
              </w:rPr>
              <w:t>Αίτηση για:</w:t>
            </w:r>
          </w:p>
        </w:tc>
        <w:tc>
          <w:tcPr>
            <w:tcW w:w="7068" w:type="dxa"/>
            <w:gridSpan w:val="3"/>
          </w:tcPr>
          <w:p w:rsidR="007663FB" w:rsidRDefault="007663FB" w:rsidP="003F3C26">
            <w:pPr>
              <w:tabs>
                <w:tab w:val="left" w:pos="3654"/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begin">
                <w:ffData>
                  <w:name w:val="AXE_re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 Συμμετοχή στις εξετάσεις της ΕΤ.ΕΚ. </w:t>
            </w:r>
          </w:p>
          <w:p w:rsidR="007663FB" w:rsidRPr="003F3C26" w:rsidRDefault="007663FB" w:rsidP="003F3C26">
            <w:pPr>
              <w:tabs>
                <w:tab w:val="left" w:pos="3654"/>
                <w:tab w:val="right" w:pos="9633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begin">
                <w:ffData>
                  <w:name w:val="Antikristi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 Εξαίρεση από τις εξετάσεις της ΕΤ.ΕΚ. </w:t>
            </w:r>
          </w:p>
        </w:tc>
      </w:tr>
    </w:tbl>
    <w:p w:rsidR="007663FB" w:rsidRPr="00561920" w:rsidRDefault="007663FB">
      <w:pPr>
        <w:tabs>
          <w:tab w:val="left" w:pos="570"/>
          <w:tab w:val="right" w:pos="10203"/>
        </w:tabs>
        <w:spacing w:before="120" w:after="60"/>
        <w:rPr>
          <w:rFonts w:ascii="Arial" w:hAnsi="Arial" w:cs="Arial"/>
          <w:i/>
          <w:iCs/>
          <w:sz w:val="20"/>
          <w:szCs w:val="20"/>
          <w:shd w:val="clear" w:color="auto" w:fill="99CCFF"/>
          <w:lang w:val="el-GR"/>
        </w:rPr>
      </w:pP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99CCFF"/>
          <w:lang w:val="el-GR"/>
        </w:rPr>
        <w:t>Επισυναπτόμενα δικαιολογητικά (πρωτότυπα ή επικυρωμένα αντίγραφα)</w:t>
      </w:r>
      <w:r>
        <w:rPr>
          <w:rFonts w:ascii="Arial" w:hAnsi="Arial" w:cs="Arial"/>
          <w:i/>
          <w:iCs/>
          <w:sz w:val="20"/>
          <w:szCs w:val="20"/>
          <w:shd w:val="clear" w:color="auto" w:fill="99CCFF"/>
          <w:lang w:val="el-GR"/>
        </w:rPr>
        <w:tab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7663FB" w:rsidRPr="00A72E74" w:rsidTr="005344E2">
        <w:tc>
          <w:tcPr>
            <w:tcW w:w="10206" w:type="dxa"/>
          </w:tcPr>
          <w:p w:rsidR="007663FB" w:rsidRPr="00BB2003" w:rsidRDefault="007663FB" w:rsidP="00D4442A">
            <w:pPr>
              <w:numPr>
                <w:ilvl w:val="0"/>
                <w:numId w:val="4"/>
              </w:numPr>
              <w:tabs>
                <w:tab w:val="clear" w:pos="720"/>
                <w:tab w:val="num" w:pos="405"/>
                <w:tab w:val="right" w:pos="9633"/>
              </w:tabs>
              <w:spacing w:before="40" w:after="40"/>
              <w:ind w:left="405" w:hanging="399"/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504F1D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Εξέταση συνδρομής εχεγγύων προσωπικής αξιοπιστίας </w:t>
            </w:r>
            <w:r w:rsidRPr="00504F1D">
              <w:rPr>
                <w:rFonts w:ascii="Arial" w:hAnsi="Arial" w:cs="Arial"/>
                <w:bCs/>
                <w:sz w:val="18"/>
                <w:szCs w:val="18"/>
                <w:lang w:val="el-GR"/>
              </w:rPr>
              <w:t>(Απ</w:t>
            </w:r>
            <w:r>
              <w:rPr>
                <w:rFonts w:ascii="Arial" w:hAnsi="Arial" w:cs="Arial"/>
                <w:bCs/>
                <w:sz w:val="18"/>
                <w:szCs w:val="18"/>
                <w:lang w:val="el-GR"/>
              </w:rPr>
              <w:t>όφαση</w:t>
            </w:r>
            <w:r w:rsidRPr="00504F1D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 3/505/3.4.2009 </w:t>
            </w:r>
            <w:r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του </w:t>
            </w:r>
            <w:r w:rsidRPr="00504F1D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Δ.Σ. </w:t>
            </w:r>
            <w:r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της </w:t>
            </w:r>
            <w:r w:rsidRPr="00504F1D">
              <w:rPr>
                <w:rFonts w:ascii="Arial" w:hAnsi="Arial" w:cs="Arial"/>
                <w:bCs/>
                <w:sz w:val="18"/>
                <w:szCs w:val="18"/>
                <w:lang w:val="el-GR"/>
              </w:rPr>
              <w:t>Ε</w:t>
            </w:r>
            <w:r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πιτροπής </w:t>
            </w:r>
            <w:r w:rsidRPr="00BB2003">
              <w:rPr>
                <w:rFonts w:ascii="Arial" w:hAnsi="Arial" w:cs="Arial"/>
                <w:bCs/>
                <w:sz w:val="18"/>
                <w:szCs w:val="18"/>
                <w:lang w:val="el-GR"/>
              </w:rPr>
              <w:t xml:space="preserve">Κεφαλαιαγοράς με θέμα «Πιστοποίηση επαγγελματικής επάρκειας αναφορικά με την παροχή επενδυτικών υπηρεσιών»): </w:t>
            </w:r>
          </w:p>
          <w:p w:rsidR="007663FB" w:rsidRPr="00BB2003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804"/>
                <w:tab w:val="right" w:pos="9633"/>
              </w:tabs>
              <w:spacing w:before="40" w:after="40"/>
              <w:ind w:left="918"/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BB2003">
              <w:rPr>
                <w:rFonts w:ascii="Arial" w:hAnsi="Arial" w:cs="Arial"/>
                <w:bCs/>
                <w:sz w:val="18"/>
                <w:szCs w:val="18"/>
                <w:lang w:val="el-GR"/>
              </w:rPr>
              <w:t>Αντίγραφο Ποινικού Μητρώου, για γενική χρήση</w:t>
            </w:r>
          </w:p>
          <w:p w:rsidR="007663FB" w:rsidRPr="00BB2003" w:rsidRDefault="007663FB" w:rsidP="00A72E74">
            <w:pPr>
              <w:numPr>
                <w:ilvl w:val="1"/>
                <w:numId w:val="4"/>
              </w:numPr>
              <w:tabs>
                <w:tab w:val="clear" w:pos="1440"/>
                <w:tab w:val="num" w:pos="804"/>
                <w:tab w:val="right" w:pos="9633"/>
              </w:tabs>
              <w:spacing w:before="40" w:after="40"/>
              <w:ind w:left="804" w:hanging="285"/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BB2003">
              <w:rPr>
                <w:rFonts w:ascii="Arial" w:hAnsi="Arial" w:cs="Arial"/>
                <w:bCs/>
                <w:sz w:val="18"/>
                <w:szCs w:val="18"/>
                <w:lang w:val="el-GR"/>
              </w:rPr>
              <w:t>Υπεύθυνη Δήλωση περί μη επιβολής κυρώσεων λόγω συνδρομής των αρνητικών προϋποθέσεων που προβλέπονται στις διατάξεις του άρθρου 5 της ανωτέρω Απόφασης</w:t>
            </w:r>
          </w:p>
          <w:p w:rsidR="007663FB" w:rsidRPr="00BB2003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804"/>
                <w:tab w:val="right" w:pos="9633"/>
              </w:tabs>
              <w:spacing w:before="40" w:after="40"/>
              <w:ind w:left="918"/>
              <w:jc w:val="both"/>
              <w:rPr>
                <w:rFonts w:ascii="Arial" w:hAnsi="Arial" w:cs="Arial"/>
                <w:bCs/>
                <w:sz w:val="18"/>
                <w:szCs w:val="18"/>
                <w:lang w:val="el-GR"/>
              </w:rPr>
            </w:pPr>
            <w:r w:rsidRPr="00BB2003">
              <w:rPr>
                <w:rFonts w:ascii="Arial" w:hAnsi="Arial" w:cs="Arial"/>
                <w:bCs/>
                <w:sz w:val="18"/>
                <w:szCs w:val="18"/>
                <w:lang w:val="el-GR"/>
              </w:rPr>
              <w:t>Υπεύθυνη Δήλωση περί μη ασκήσεως πειθαρχικής ή ποινικής δίωξης</w:t>
            </w:r>
          </w:p>
          <w:p w:rsidR="007663FB" w:rsidRPr="00BB2003" w:rsidRDefault="007663FB" w:rsidP="00D4442A">
            <w:pPr>
              <w:numPr>
                <w:ilvl w:val="0"/>
                <w:numId w:val="4"/>
              </w:numPr>
              <w:tabs>
                <w:tab w:val="clear" w:pos="720"/>
                <w:tab w:val="num" w:pos="348"/>
                <w:tab w:val="right" w:pos="9633"/>
              </w:tabs>
              <w:spacing w:before="40" w:after="40"/>
              <w:ind w:left="576" w:hanging="576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BB2003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Συμμετοχή στις εξετάσεις της ΕΤ.ΕΚ. από υποψήφιο εκκαθαριστή: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Αντίγραφο ταυτότητας ή διαβατηρίου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Απόδειξη καταβολής δικαιωμάτων υπέρ ΕΤ.ΕΚ. (σύμφωνα με την παρ. 1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του άρθρ.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12 της Απ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όφασης 4 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ΕΤ.ΕΚ.)</w:t>
            </w:r>
          </w:p>
          <w:p w:rsidR="007663FB" w:rsidRPr="0022493B" w:rsidRDefault="007663FB" w:rsidP="00D4442A">
            <w:pPr>
              <w:numPr>
                <w:ilvl w:val="0"/>
                <w:numId w:val="4"/>
              </w:numPr>
              <w:tabs>
                <w:tab w:val="clear" w:pos="720"/>
                <w:tab w:val="num" w:pos="348"/>
                <w:tab w:val="right" w:pos="9633"/>
              </w:tabs>
              <w:spacing w:before="40" w:after="40"/>
              <w:ind w:left="576" w:hanging="576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Εξαίρεση από τις εξετάσεις της ΕΤ.ΕΚ.: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Αντίστοιχο πιστοποιητικό εκκαθαριστή (παρ. α) (</w:t>
            </w:r>
            <w:r w:rsidRPr="0022493B">
              <w:rPr>
                <w:rFonts w:ascii="Arial" w:hAnsi="Arial" w:cs="Arial"/>
                <w:sz w:val="18"/>
                <w:szCs w:val="18"/>
              </w:rPr>
              <w:t>i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του άρθρ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11 της Απ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όφασης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4 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ΕΤ.ΕΚ.) ή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Βεβαίωση διετούς προϋπηρεσίας αποκτηθείσα τα τελευταία 5 έτη (παρ. α) (</w:t>
            </w:r>
            <w:r w:rsidRPr="0022493B">
              <w:rPr>
                <w:rFonts w:ascii="Arial" w:hAnsi="Arial" w:cs="Arial"/>
                <w:sz w:val="18"/>
                <w:szCs w:val="18"/>
              </w:rPr>
              <w:t>ii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), του άρθρ. 11 της Απόφασης 4 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ΕΤ.ΕΚ.,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Πιστοποιητικό παρακολούθησης σεμιναρίου </w:t>
            </w:r>
            <w:r w:rsidRPr="0022493B">
              <w:rPr>
                <w:rFonts w:ascii="Arial" w:hAnsi="Arial" w:cs="Arial"/>
                <w:sz w:val="18"/>
                <w:szCs w:val="18"/>
              </w:rPr>
              <w:t>ET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</w:rPr>
              <w:t>EK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. (παρ. β.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, του άρθρ.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11 της Απ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όφασης 4 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ΕΤ.ΕΚ.)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Δήλωση υποψηφίου περί γνώσης των Κανονισμών, Αποφάσεων και Συστημάτων της ΕΤ.ΕΚ. (παρ. γ.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, του άρθρ.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11 της Απ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όφασης 4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ΕΤ.ΕΚ.)</w:t>
            </w:r>
          </w:p>
          <w:p w:rsidR="007663FB" w:rsidRPr="0022493B" w:rsidRDefault="007663FB" w:rsidP="00D4442A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Αντίγραφο ταυτότητας ή διαβατηρίου</w:t>
            </w:r>
          </w:p>
          <w:p w:rsidR="007663FB" w:rsidRPr="00F333D9" w:rsidRDefault="007663FB" w:rsidP="00F333D9">
            <w:pPr>
              <w:numPr>
                <w:ilvl w:val="1"/>
                <w:numId w:val="4"/>
              </w:numPr>
              <w:tabs>
                <w:tab w:val="clear" w:pos="1440"/>
                <w:tab w:val="num" w:pos="747"/>
                <w:tab w:val="right" w:pos="9633"/>
              </w:tabs>
              <w:spacing w:before="40" w:after="40"/>
              <w:ind w:left="747" w:hanging="228"/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Απόδειξη καταβολής δικαιωμάτων υπέρ ΕΤ.ΕΚ. (παρ. 1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, του άρθρ.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12 της Απ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όφασης 4 του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Δ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της </w:t>
            </w:r>
            <w:r w:rsidRPr="0022493B">
              <w:rPr>
                <w:rFonts w:ascii="Arial" w:hAnsi="Arial" w:cs="Arial"/>
                <w:sz w:val="18"/>
                <w:szCs w:val="18"/>
                <w:lang w:val="el-GR"/>
              </w:rPr>
              <w:t>ΕΤ.ΕΚ.)</w:t>
            </w:r>
          </w:p>
        </w:tc>
      </w:tr>
    </w:tbl>
    <w:p w:rsidR="007663FB" w:rsidRDefault="007663FB">
      <w:pPr>
        <w:tabs>
          <w:tab w:val="left" w:pos="684"/>
          <w:tab w:val="right" w:pos="10203"/>
        </w:tabs>
        <w:spacing w:after="40"/>
        <w:rPr>
          <w:sz w:val="12"/>
          <w:szCs w:val="12"/>
          <w:lang w:val="el-GR"/>
        </w:rPr>
      </w:pPr>
    </w:p>
    <w:p w:rsidR="007663FB" w:rsidRDefault="007663FB" w:rsidP="008A46FD">
      <w:pPr>
        <w:pStyle w:val="CM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Σημειώσεις: </w:t>
      </w:r>
    </w:p>
    <w:p w:rsidR="007663FB" w:rsidRDefault="007663FB">
      <w:pPr>
        <w:tabs>
          <w:tab w:val="left" w:pos="684"/>
          <w:tab w:val="right" w:pos="10203"/>
        </w:tabs>
        <w:spacing w:after="40"/>
        <w:rPr>
          <w:sz w:val="12"/>
          <w:szCs w:val="12"/>
          <w:lang w:val="el-GR"/>
        </w:rPr>
      </w:pPr>
    </w:p>
    <w:tbl>
      <w:tblPr>
        <w:tblW w:w="10203" w:type="dxa"/>
        <w:tblInd w:w="108" w:type="dxa"/>
        <w:tblLook w:val="01E0"/>
      </w:tblPr>
      <w:tblGrid>
        <w:gridCol w:w="4617"/>
        <w:gridCol w:w="5586"/>
      </w:tblGrid>
      <w:tr w:rsidR="007663FB" w:rsidRPr="00A72E74" w:rsidTr="00785740">
        <w:trPr>
          <w:trHeight w:val="1354"/>
        </w:trPr>
        <w:tc>
          <w:tcPr>
            <w:tcW w:w="4617" w:type="dxa"/>
            <w:tcBorders>
              <w:bottom w:val="single" w:sz="4" w:space="0" w:color="auto"/>
            </w:tcBorders>
            <w:shd w:val="clear" w:color="auto" w:fill="CCECFF"/>
            <w:vAlign w:val="bottom"/>
          </w:tcPr>
          <w:p w:rsidR="007663FB" w:rsidRPr="00E87863" w:rsidRDefault="007663FB" w:rsidP="00E87863">
            <w:pPr>
              <w:spacing w:before="600"/>
              <w:jc w:val="center"/>
              <w:rPr>
                <w:rFonts w:ascii="Arial" w:hAnsi="Arial" w:cs="Arial"/>
                <w:i/>
                <w:sz w:val="20"/>
                <w:lang w:val="el-GR"/>
              </w:rPr>
            </w:pPr>
            <w:r w:rsidRPr="00E87863">
              <w:rPr>
                <w:rFonts w:ascii="Arial" w:hAnsi="Arial" w:cs="Arial"/>
                <w:i/>
                <w:sz w:val="20"/>
                <w:lang w:val="el-GR"/>
              </w:rPr>
              <w:t xml:space="preserve">Ονοματεπώνυμο και υπογραφή </w:t>
            </w:r>
            <w:r>
              <w:rPr>
                <w:rFonts w:ascii="Arial" w:hAnsi="Arial" w:cs="Arial"/>
                <w:i/>
                <w:sz w:val="20"/>
                <w:lang w:val="el-GR"/>
              </w:rPr>
              <w:t>υποψηφίου</w:t>
            </w:r>
          </w:p>
        </w:tc>
        <w:tc>
          <w:tcPr>
            <w:tcW w:w="5586" w:type="dxa"/>
            <w:tcBorders>
              <w:bottom w:val="single" w:sz="4" w:space="0" w:color="auto"/>
            </w:tcBorders>
            <w:shd w:val="clear" w:color="auto" w:fill="CCECFF"/>
            <w:vAlign w:val="bottom"/>
          </w:tcPr>
          <w:p w:rsidR="007663FB" w:rsidRPr="00E87863" w:rsidRDefault="007663FB" w:rsidP="00E87863">
            <w:pPr>
              <w:spacing w:before="600"/>
              <w:jc w:val="center"/>
              <w:rPr>
                <w:rFonts w:ascii="Arial" w:hAnsi="Arial" w:cs="Arial"/>
                <w:i/>
                <w:sz w:val="20"/>
                <w:lang w:val="el-GR"/>
              </w:rPr>
            </w:pPr>
            <w:r>
              <w:rPr>
                <w:rFonts w:ascii="Arial" w:hAnsi="Arial" w:cs="Arial"/>
                <w:i/>
                <w:sz w:val="20"/>
                <w:lang w:val="el-GR"/>
              </w:rPr>
              <w:t>Σφραγίδα</w:t>
            </w:r>
            <w:r w:rsidRPr="00E87863">
              <w:rPr>
                <w:rFonts w:ascii="Arial" w:hAnsi="Arial" w:cs="Arial"/>
                <w:i/>
                <w:sz w:val="20"/>
                <w:lang w:val="el-GR"/>
              </w:rPr>
              <w:t xml:space="preserve"> και υπογραφή </w:t>
            </w:r>
            <w:r>
              <w:rPr>
                <w:rFonts w:ascii="Arial" w:hAnsi="Arial" w:cs="Arial"/>
                <w:i/>
                <w:sz w:val="20"/>
                <w:lang w:val="el-GR"/>
              </w:rPr>
              <w:t>νόμιμου εκπροσώπου του μέλους</w:t>
            </w:r>
          </w:p>
        </w:tc>
      </w:tr>
    </w:tbl>
    <w:p w:rsidR="007663FB" w:rsidRDefault="007663FB" w:rsidP="00DE4A36">
      <w:pPr>
        <w:tabs>
          <w:tab w:val="left" w:pos="684"/>
          <w:tab w:val="right" w:pos="10203"/>
        </w:tabs>
        <w:spacing w:after="40"/>
        <w:rPr>
          <w:lang w:val="el-GR"/>
        </w:rPr>
      </w:pPr>
    </w:p>
    <w:sectPr w:rsidR="007663FB" w:rsidSect="001B042D">
      <w:pgSz w:w="11906" w:h="16838" w:code="9"/>
      <w:pgMar w:top="851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3FB" w:rsidRDefault="007663FB">
      <w:r>
        <w:separator/>
      </w:r>
    </w:p>
  </w:endnote>
  <w:endnote w:type="continuationSeparator" w:id="0">
    <w:p w:rsidR="007663FB" w:rsidRDefault="00766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3FB" w:rsidRDefault="007663FB">
      <w:r>
        <w:separator/>
      </w:r>
    </w:p>
  </w:footnote>
  <w:footnote w:type="continuationSeparator" w:id="0">
    <w:p w:rsidR="007663FB" w:rsidRDefault="007663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0DB8"/>
    <w:multiLevelType w:val="multilevel"/>
    <w:tmpl w:val="F1722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F61FDD"/>
    <w:multiLevelType w:val="hybridMultilevel"/>
    <w:tmpl w:val="83F4D1F8"/>
    <w:lvl w:ilvl="0" w:tplc="D4A6A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8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D70B9"/>
    <w:multiLevelType w:val="multilevel"/>
    <w:tmpl w:val="316092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4B18BC"/>
    <w:multiLevelType w:val="hybridMultilevel"/>
    <w:tmpl w:val="3C923F46"/>
    <w:lvl w:ilvl="0" w:tplc="040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4">
    <w:nsid w:val="3B8175AB"/>
    <w:multiLevelType w:val="hybridMultilevel"/>
    <w:tmpl w:val="E8909232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FB1DF4"/>
    <w:multiLevelType w:val="hybridMultilevel"/>
    <w:tmpl w:val="C4FA23C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493C2A"/>
    <w:multiLevelType w:val="hybridMultilevel"/>
    <w:tmpl w:val="1C08A22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40C17D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20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C92"/>
    <w:rsid w:val="00030A58"/>
    <w:rsid w:val="000475CE"/>
    <w:rsid w:val="00072E4F"/>
    <w:rsid w:val="0008310F"/>
    <w:rsid w:val="000A44A5"/>
    <w:rsid w:val="000B6D83"/>
    <w:rsid w:val="000E47EC"/>
    <w:rsid w:val="00103408"/>
    <w:rsid w:val="00105B0E"/>
    <w:rsid w:val="001272E5"/>
    <w:rsid w:val="001325D2"/>
    <w:rsid w:val="00135C9A"/>
    <w:rsid w:val="001B042D"/>
    <w:rsid w:val="001B48F9"/>
    <w:rsid w:val="00210749"/>
    <w:rsid w:val="00221CA0"/>
    <w:rsid w:val="0022493B"/>
    <w:rsid w:val="002408B8"/>
    <w:rsid w:val="00241D9A"/>
    <w:rsid w:val="00282984"/>
    <w:rsid w:val="00296830"/>
    <w:rsid w:val="002B3EBB"/>
    <w:rsid w:val="00351234"/>
    <w:rsid w:val="0036266A"/>
    <w:rsid w:val="003860F6"/>
    <w:rsid w:val="003A3E87"/>
    <w:rsid w:val="003A5E2D"/>
    <w:rsid w:val="003B01BA"/>
    <w:rsid w:val="003D0475"/>
    <w:rsid w:val="003D0BDE"/>
    <w:rsid w:val="003D5104"/>
    <w:rsid w:val="003F3C26"/>
    <w:rsid w:val="00404701"/>
    <w:rsid w:val="00413E95"/>
    <w:rsid w:val="004311DF"/>
    <w:rsid w:val="004402F2"/>
    <w:rsid w:val="0046624D"/>
    <w:rsid w:val="00481732"/>
    <w:rsid w:val="004B7460"/>
    <w:rsid w:val="004C7672"/>
    <w:rsid w:val="004D0D25"/>
    <w:rsid w:val="004F393E"/>
    <w:rsid w:val="004F4F00"/>
    <w:rsid w:val="005032D2"/>
    <w:rsid w:val="00504F1D"/>
    <w:rsid w:val="005216A7"/>
    <w:rsid w:val="00527552"/>
    <w:rsid w:val="005344E2"/>
    <w:rsid w:val="00545F18"/>
    <w:rsid w:val="00561920"/>
    <w:rsid w:val="005803DB"/>
    <w:rsid w:val="005850EA"/>
    <w:rsid w:val="00597299"/>
    <w:rsid w:val="005B6E88"/>
    <w:rsid w:val="005C5BF8"/>
    <w:rsid w:val="005D79A3"/>
    <w:rsid w:val="005E6013"/>
    <w:rsid w:val="006010DE"/>
    <w:rsid w:val="0062734D"/>
    <w:rsid w:val="00653E9E"/>
    <w:rsid w:val="006A3D17"/>
    <w:rsid w:val="006D344B"/>
    <w:rsid w:val="006F74C7"/>
    <w:rsid w:val="00722415"/>
    <w:rsid w:val="007266C3"/>
    <w:rsid w:val="00730B0C"/>
    <w:rsid w:val="00740BF9"/>
    <w:rsid w:val="007663FB"/>
    <w:rsid w:val="0077427C"/>
    <w:rsid w:val="00785740"/>
    <w:rsid w:val="007859EB"/>
    <w:rsid w:val="007A35FF"/>
    <w:rsid w:val="00815A13"/>
    <w:rsid w:val="0082056F"/>
    <w:rsid w:val="00830528"/>
    <w:rsid w:val="00834EE1"/>
    <w:rsid w:val="00837C92"/>
    <w:rsid w:val="0084055C"/>
    <w:rsid w:val="00855238"/>
    <w:rsid w:val="00856878"/>
    <w:rsid w:val="00871669"/>
    <w:rsid w:val="008756CF"/>
    <w:rsid w:val="00896B70"/>
    <w:rsid w:val="008A46FD"/>
    <w:rsid w:val="008B5DF1"/>
    <w:rsid w:val="008D5FE2"/>
    <w:rsid w:val="00922517"/>
    <w:rsid w:val="0093106E"/>
    <w:rsid w:val="00945233"/>
    <w:rsid w:val="00954EB1"/>
    <w:rsid w:val="00956059"/>
    <w:rsid w:val="00981958"/>
    <w:rsid w:val="009A31F5"/>
    <w:rsid w:val="009E61CC"/>
    <w:rsid w:val="00A16173"/>
    <w:rsid w:val="00A27DD7"/>
    <w:rsid w:val="00A51009"/>
    <w:rsid w:val="00A72E74"/>
    <w:rsid w:val="00A74A2B"/>
    <w:rsid w:val="00A86FF8"/>
    <w:rsid w:val="00A932CD"/>
    <w:rsid w:val="00A9698F"/>
    <w:rsid w:val="00AB462D"/>
    <w:rsid w:val="00AD45AB"/>
    <w:rsid w:val="00AF326C"/>
    <w:rsid w:val="00B0667A"/>
    <w:rsid w:val="00B149BA"/>
    <w:rsid w:val="00B24B48"/>
    <w:rsid w:val="00B66B6C"/>
    <w:rsid w:val="00B77CEF"/>
    <w:rsid w:val="00BA195D"/>
    <w:rsid w:val="00BB2003"/>
    <w:rsid w:val="00BE029B"/>
    <w:rsid w:val="00BE185E"/>
    <w:rsid w:val="00BF2A03"/>
    <w:rsid w:val="00C3637E"/>
    <w:rsid w:val="00C41830"/>
    <w:rsid w:val="00C60FA5"/>
    <w:rsid w:val="00C64415"/>
    <w:rsid w:val="00CC19EF"/>
    <w:rsid w:val="00CC2935"/>
    <w:rsid w:val="00CC5335"/>
    <w:rsid w:val="00CE6C3F"/>
    <w:rsid w:val="00CF6553"/>
    <w:rsid w:val="00D04F2E"/>
    <w:rsid w:val="00D4442A"/>
    <w:rsid w:val="00D457B2"/>
    <w:rsid w:val="00DC76A3"/>
    <w:rsid w:val="00DE4A36"/>
    <w:rsid w:val="00DF6E21"/>
    <w:rsid w:val="00DF7EE6"/>
    <w:rsid w:val="00E078E3"/>
    <w:rsid w:val="00E3301C"/>
    <w:rsid w:val="00E3753C"/>
    <w:rsid w:val="00E4173E"/>
    <w:rsid w:val="00E87863"/>
    <w:rsid w:val="00EA00EC"/>
    <w:rsid w:val="00EB7FDB"/>
    <w:rsid w:val="00EC60BA"/>
    <w:rsid w:val="00EE3881"/>
    <w:rsid w:val="00EE525B"/>
    <w:rsid w:val="00EE5705"/>
    <w:rsid w:val="00EF37DA"/>
    <w:rsid w:val="00F028A3"/>
    <w:rsid w:val="00F1463A"/>
    <w:rsid w:val="00F333D9"/>
    <w:rsid w:val="00F663EB"/>
    <w:rsid w:val="00F94276"/>
    <w:rsid w:val="00F96521"/>
    <w:rsid w:val="00FC2AD6"/>
    <w:rsid w:val="00FE0304"/>
    <w:rsid w:val="00FF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2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042D"/>
    <w:pPr>
      <w:keepNext/>
      <w:jc w:val="right"/>
      <w:outlineLvl w:val="0"/>
    </w:pPr>
    <w:rPr>
      <w:rFonts w:ascii="Arial" w:hAnsi="Arial" w:cs="Arial"/>
      <w:i/>
      <w:iC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042D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042D"/>
    <w:pPr>
      <w:keepNext/>
      <w:jc w:val="right"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042D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042D"/>
    <w:pPr>
      <w:keepNext/>
      <w:tabs>
        <w:tab w:val="left" w:pos="3876"/>
        <w:tab w:val="right" w:pos="10203"/>
      </w:tabs>
      <w:spacing w:after="40"/>
      <w:outlineLvl w:val="4"/>
    </w:pPr>
    <w:rPr>
      <w:rFonts w:ascii="Arial" w:hAnsi="Arial" w:cs="Arial"/>
      <w:i/>
      <w:iCs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B042D"/>
    <w:pPr>
      <w:keepNext/>
      <w:tabs>
        <w:tab w:val="left" w:pos="342"/>
        <w:tab w:val="right" w:pos="10203"/>
      </w:tabs>
      <w:spacing w:after="40"/>
      <w:outlineLvl w:val="5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5A1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15A1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15A13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5A13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15A13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15A13"/>
    <w:rPr>
      <w:rFonts w:ascii="Calibri" w:hAnsi="Calibri" w:cs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37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A13"/>
    <w:rPr>
      <w:rFonts w:cs="Times New Roman"/>
      <w:sz w:val="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B042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15A13"/>
    <w:rPr>
      <w:rFonts w:cs="Times New Roman"/>
      <w:sz w:val="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B042D"/>
    <w:pPr>
      <w:tabs>
        <w:tab w:val="left" w:pos="342"/>
        <w:tab w:val="right" w:pos="10203"/>
      </w:tabs>
      <w:spacing w:before="240" w:after="40"/>
      <w:jc w:val="center"/>
    </w:pPr>
    <w:rPr>
      <w:rFonts w:ascii="Arial" w:hAnsi="Arial"/>
      <w:b/>
      <w:bCs/>
      <w:sz w:val="28"/>
      <w:szCs w:val="28"/>
      <w:lang w:val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15A13"/>
    <w:rPr>
      <w:rFonts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1B042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B042D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C363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6">
    <w:name w:val="CM6"/>
    <w:basedOn w:val="Normal"/>
    <w:next w:val="Normal"/>
    <w:uiPriority w:val="99"/>
    <w:rsid w:val="008A46FD"/>
    <w:pPr>
      <w:widowControl w:val="0"/>
      <w:autoSpaceDE w:val="0"/>
      <w:autoSpaceDN w:val="0"/>
      <w:adjustRightInd w:val="0"/>
      <w:spacing w:after="250"/>
    </w:pPr>
    <w:rPr>
      <w:rFonts w:ascii="Arial" w:hAnsi="Arial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HEX_Certifications@helex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388</Words>
  <Characters>2097</Characters>
  <Application>Microsoft Office Outlook</Application>
  <DocSecurity>0</DocSecurity>
  <Lines>0</Lines>
  <Paragraphs>0</Paragraphs>
  <ScaleCrop>false</ScaleCrop>
  <Company>Asyk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Έντυπο K2-02-023</dc:title>
  <dc:subject>Αίτηση Ενεργοποίησης/ Απενεργοποίησης Κωδικού και Μεταβολής Στοιχείων Χρήστη στο ΟΑΣΗΣ – Δικαιολογητικά Διορισμού</dc:subject>
  <dc:creator>S.Constantinou - ΑΣΥΚ</dc:creator>
  <cp:keywords/>
  <dc:description>Πρώην Φόρμα Ε-02</dc:description>
  <cp:lastModifiedBy>msaxoni</cp:lastModifiedBy>
  <cp:revision>2</cp:revision>
  <cp:lastPrinted>2010-09-23T09:01:00Z</cp:lastPrinted>
  <dcterms:created xsi:type="dcterms:W3CDTF">2010-09-23T09:51:00Z</dcterms:created>
  <dcterms:modified xsi:type="dcterms:W3CDTF">2010-09-23T09:51:00Z</dcterms:modified>
</cp:coreProperties>
</file>